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DC7" w:rsidRPr="00765955" w:rsidRDefault="00C33DC7" w:rsidP="00F05231">
      <w:pPr>
        <w:jc w:val="center"/>
      </w:pPr>
      <w:r w:rsidRPr="00765955">
        <w:t>РОССИЙСКАЯ ФЕДЕРАЦИЯ</w:t>
      </w:r>
    </w:p>
    <w:p w:rsidR="00C33DC7" w:rsidRPr="00765955" w:rsidRDefault="00C33DC7" w:rsidP="00F05231">
      <w:pPr>
        <w:jc w:val="center"/>
      </w:pPr>
      <w:r w:rsidRPr="00765955">
        <w:t xml:space="preserve">СОБРАНИЕ ДЕПУТАТОВ </w:t>
      </w:r>
    </w:p>
    <w:p w:rsidR="00C33DC7" w:rsidRPr="00765955" w:rsidRDefault="00C33DC7" w:rsidP="00F05231">
      <w:pPr>
        <w:jc w:val="center"/>
      </w:pPr>
      <w:r w:rsidRPr="00765955">
        <w:t>КОРОВЯКОВСКОГО СЕЛЬСОВЕТА</w:t>
      </w:r>
    </w:p>
    <w:p w:rsidR="00C33DC7" w:rsidRPr="00765955" w:rsidRDefault="00C33DC7" w:rsidP="00F05231">
      <w:pPr>
        <w:jc w:val="center"/>
      </w:pPr>
      <w:r w:rsidRPr="00765955">
        <w:t>ГЛУШКОВСКОГО РАЙОНА  КУРСКОЙ ОБЛАСТИ</w:t>
      </w:r>
    </w:p>
    <w:p w:rsidR="00C33DC7" w:rsidRPr="00765955" w:rsidRDefault="00C33DC7" w:rsidP="00F05231"/>
    <w:p w:rsidR="00C33DC7" w:rsidRPr="00765955" w:rsidRDefault="00C33DC7" w:rsidP="00F05231"/>
    <w:p w:rsidR="00C33DC7" w:rsidRPr="00765955" w:rsidRDefault="00C33DC7" w:rsidP="00F05231">
      <w:pPr>
        <w:tabs>
          <w:tab w:val="left" w:pos="3765"/>
        </w:tabs>
        <w:jc w:val="center"/>
      </w:pPr>
      <w:r w:rsidRPr="00765955">
        <w:t xml:space="preserve">РЕШЕНИЕ  № </w:t>
      </w:r>
      <w:r>
        <w:t>34</w:t>
      </w:r>
      <w:r w:rsidRPr="00765955">
        <w:t xml:space="preserve">      </w:t>
      </w:r>
    </w:p>
    <w:p w:rsidR="00C33DC7" w:rsidRPr="00765955" w:rsidRDefault="00C33DC7" w:rsidP="00F05231">
      <w:pPr>
        <w:tabs>
          <w:tab w:val="left" w:pos="3765"/>
        </w:tabs>
        <w:jc w:val="center"/>
      </w:pPr>
    </w:p>
    <w:p w:rsidR="00C33DC7" w:rsidRPr="00765955" w:rsidRDefault="00C33DC7" w:rsidP="0043206F">
      <w:pPr>
        <w:tabs>
          <w:tab w:val="left" w:pos="3765"/>
        </w:tabs>
      </w:pPr>
      <w:r w:rsidRPr="00765955">
        <w:t xml:space="preserve">От «29 »  декабря 2014  года  </w:t>
      </w:r>
    </w:p>
    <w:p w:rsidR="00C33DC7" w:rsidRPr="00765955" w:rsidRDefault="00C33DC7" w:rsidP="0043206F">
      <w:pPr>
        <w:tabs>
          <w:tab w:val="left" w:pos="3765"/>
        </w:tabs>
        <w:rPr>
          <w:b/>
          <w:bCs/>
        </w:rPr>
      </w:pPr>
    </w:p>
    <w:p w:rsidR="00C33DC7" w:rsidRPr="00765955" w:rsidRDefault="00C33DC7" w:rsidP="00F05231">
      <w:pPr>
        <w:rPr>
          <w:b/>
          <w:bCs/>
        </w:rPr>
      </w:pPr>
      <w:r w:rsidRPr="00765955">
        <w:rPr>
          <w:b/>
          <w:bCs/>
        </w:rPr>
        <w:t xml:space="preserve"> О   добровольной отставке</w:t>
      </w:r>
    </w:p>
    <w:p w:rsidR="00C33DC7" w:rsidRPr="00765955" w:rsidRDefault="00C33DC7" w:rsidP="00F05231">
      <w:pPr>
        <w:rPr>
          <w:b/>
          <w:bCs/>
        </w:rPr>
      </w:pPr>
      <w:r w:rsidRPr="00765955">
        <w:rPr>
          <w:b/>
          <w:bCs/>
        </w:rPr>
        <w:t>по собственному желанию и прекращению                                                             полномочий  Главы Коровяковского сельсовета</w:t>
      </w:r>
    </w:p>
    <w:p w:rsidR="00C33DC7" w:rsidRPr="00765955" w:rsidRDefault="00C33DC7" w:rsidP="00F05231">
      <w:pPr>
        <w:jc w:val="both"/>
      </w:pPr>
      <w:r>
        <w:rPr>
          <w:b/>
          <w:bCs/>
        </w:rPr>
        <w:t xml:space="preserve"> </w:t>
      </w:r>
    </w:p>
    <w:p w:rsidR="00C33DC7" w:rsidRDefault="00C33DC7" w:rsidP="00F05231">
      <w:pPr>
        <w:jc w:val="both"/>
        <w:rPr>
          <w:sz w:val="26"/>
          <w:szCs w:val="26"/>
        </w:rPr>
      </w:pPr>
    </w:p>
    <w:p w:rsidR="00C33DC7" w:rsidRPr="00C303AC" w:rsidRDefault="00C33DC7" w:rsidP="007E768D">
      <w:pPr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п.2, ч.2, ст.30    Устава  МО «Коровяковский сельсовет» рассмотрев заявление Главы Коровяковского сельсовета Белоусова В.И. от  29 декабря 2014 года о добровольной отставке по собственному желанию и прекращению полномочий  Главы Коровяковского сельсовета представленное Собранию депутатов,  Собрание Коровяковского сельсовета</w:t>
      </w:r>
      <w:r w:rsidRPr="0076595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t xml:space="preserve"> </w:t>
      </w:r>
      <w:r w:rsidRPr="00765955">
        <w:t>РЕШИЛО:</w:t>
      </w:r>
    </w:p>
    <w:p w:rsidR="00C33DC7" w:rsidRPr="00765955" w:rsidRDefault="00C33DC7" w:rsidP="007E768D">
      <w:pPr>
        <w:jc w:val="both"/>
      </w:pPr>
    </w:p>
    <w:p w:rsidR="00C33DC7" w:rsidRPr="00765955" w:rsidRDefault="00C33DC7" w:rsidP="00B71DFB">
      <w:r w:rsidRPr="00765955">
        <w:t xml:space="preserve">    1.Принять добровольную отставку  </w:t>
      </w:r>
      <w:r w:rsidRPr="00765955">
        <w:rPr>
          <w:b/>
          <w:bCs/>
        </w:rPr>
        <w:t xml:space="preserve"> </w:t>
      </w:r>
      <w:r w:rsidRPr="00765955">
        <w:t>по собственному желанию и прекра</w:t>
      </w:r>
      <w:r>
        <w:t>тить</w:t>
      </w:r>
      <w:r w:rsidRPr="00765955">
        <w:t xml:space="preserve">                                                             полномочи</w:t>
      </w:r>
      <w:r>
        <w:t>я</w:t>
      </w:r>
      <w:r w:rsidRPr="00765955">
        <w:t xml:space="preserve">  Главы Коровяковского сельсовета</w:t>
      </w:r>
      <w:r w:rsidRPr="00765955">
        <w:rPr>
          <w:b/>
          <w:bCs/>
        </w:rPr>
        <w:t xml:space="preserve">   </w:t>
      </w:r>
      <w:r w:rsidRPr="00765955">
        <w:t xml:space="preserve">Белоусова В.И. </w:t>
      </w:r>
      <w:r>
        <w:t xml:space="preserve"> </w:t>
      </w:r>
      <w:r w:rsidRPr="00765955">
        <w:t xml:space="preserve"> 31 декабря  2014  года.</w:t>
      </w:r>
    </w:p>
    <w:p w:rsidR="00C33DC7" w:rsidRPr="00765955" w:rsidRDefault="00C33DC7" w:rsidP="00B71DFB"/>
    <w:p w:rsidR="00C33DC7" w:rsidRPr="00765955" w:rsidRDefault="00C33DC7" w:rsidP="00B71DFB">
      <w:pPr>
        <w:rPr>
          <w:b/>
          <w:bCs/>
        </w:rPr>
      </w:pPr>
      <w:r w:rsidRPr="00765955">
        <w:t xml:space="preserve">    </w:t>
      </w:r>
      <w:r>
        <w:t>2</w:t>
      </w:r>
      <w:r w:rsidRPr="00765955">
        <w:t xml:space="preserve">. Настоящее Решение разместить на официальном сайте в  сети Интернет. </w:t>
      </w:r>
    </w:p>
    <w:p w:rsidR="00C33DC7" w:rsidRPr="00765955" w:rsidRDefault="00C33DC7" w:rsidP="00B71DFB">
      <w:pPr>
        <w:jc w:val="both"/>
        <w:rPr>
          <w:sz w:val="26"/>
          <w:szCs w:val="26"/>
        </w:rPr>
      </w:pPr>
    </w:p>
    <w:p w:rsidR="00C33DC7" w:rsidRPr="00765955" w:rsidRDefault="00C33DC7" w:rsidP="00F05231">
      <w:r w:rsidRPr="00765955">
        <w:t xml:space="preserve">     </w:t>
      </w:r>
      <w:r>
        <w:t>3</w:t>
      </w:r>
      <w:r w:rsidRPr="00765955">
        <w:t xml:space="preserve">. Настоящее Решение </w:t>
      </w:r>
      <w:r>
        <w:t xml:space="preserve"> должно быть обнародовано и  </w:t>
      </w:r>
      <w:r w:rsidRPr="00765955">
        <w:t xml:space="preserve">вступает в силу </w:t>
      </w:r>
      <w:r>
        <w:t xml:space="preserve"> </w:t>
      </w:r>
      <w:r w:rsidRPr="00765955">
        <w:t xml:space="preserve"> 31 декабря 2014 года.</w:t>
      </w:r>
    </w:p>
    <w:p w:rsidR="00C33DC7" w:rsidRPr="00765955" w:rsidRDefault="00C33DC7" w:rsidP="00F05231"/>
    <w:p w:rsidR="00C33DC7" w:rsidRPr="00765955" w:rsidRDefault="00C33DC7" w:rsidP="00F05231"/>
    <w:p w:rsidR="00C33DC7" w:rsidRDefault="00C33DC7" w:rsidP="00F05231">
      <w:r w:rsidRPr="00765955">
        <w:t xml:space="preserve">Глава                                                                                                                           </w:t>
      </w:r>
      <w:r>
        <w:t>муниципального образования</w:t>
      </w:r>
    </w:p>
    <w:p w:rsidR="00C33DC7" w:rsidRPr="00765955" w:rsidRDefault="00C33DC7" w:rsidP="00F05231">
      <w:r>
        <w:t>«Коровяковский сельсовет»</w:t>
      </w:r>
    </w:p>
    <w:p w:rsidR="00C33DC7" w:rsidRPr="00765955" w:rsidRDefault="00C33DC7" w:rsidP="00F05231">
      <w:r w:rsidRPr="00765955">
        <w:t>Глушковского района                                                                       В. И. Белоусов</w:t>
      </w:r>
    </w:p>
    <w:sectPr w:rsidR="00C33DC7" w:rsidRPr="00765955" w:rsidSect="00304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9405C"/>
    <w:multiLevelType w:val="hybridMultilevel"/>
    <w:tmpl w:val="8B4A2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5231"/>
    <w:rsid w:val="000653F6"/>
    <w:rsid w:val="000A5A5A"/>
    <w:rsid w:val="0020020B"/>
    <w:rsid w:val="00217D0F"/>
    <w:rsid w:val="00304953"/>
    <w:rsid w:val="00394259"/>
    <w:rsid w:val="0043206F"/>
    <w:rsid w:val="00480538"/>
    <w:rsid w:val="00540386"/>
    <w:rsid w:val="005A64DA"/>
    <w:rsid w:val="00765955"/>
    <w:rsid w:val="007E768D"/>
    <w:rsid w:val="00895674"/>
    <w:rsid w:val="00A82600"/>
    <w:rsid w:val="00B71DFB"/>
    <w:rsid w:val="00C303AC"/>
    <w:rsid w:val="00C33DC7"/>
    <w:rsid w:val="00C36B03"/>
    <w:rsid w:val="00C52272"/>
    <w:rsid w:val="00C5284D"/>
    <w:rsid w:val="00CE12D4"/>
    <w:rsid w:val="00D76F7B"/>
    <w:rsid w:val="00DD3A88"/>
    <w:rsid w:val="00DF745C"/>
    <w:rsid w:val="00E013B2"/>
    <w:rsid w:val="00E1725F"/>
    <w:rsid w:val="00E239C0"/>
    <w:rsid w:val="00E534C7"/>
    <w:rsid w:val="00E73539"/>
    <w:rsid w:val="00E76619"/>
    <w:rsid w:val="00E932F7"/>
    <w:rsid w:val="00EA7E75"/>
    <w:rsid w:val="00F05231"/>
    <w:rsid w:val="00F30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23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1725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</TotalTime>
  <Pages>1</Pages>
  <Words>204</Words>
  <Characters>1164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Workgrup</dc:creator>
  <cp:keywords/>
  <dc:description/>
  <cp:lastModifiedBy>1</cp:lastModifiedBy>
  <cp:revision>21</cp:revision>
  <cp:lastPrinted>2014-12-30T07:51:00Z</cp:lastPrinted>
  <dcterms:created xsi:type="dcterms:W3CDTF">2014-11-14T12:36:00Z</dcterms:created>
  <dcterms:modified xsi:type="dcterms:W3CDTF">2014-12-30T07:51:00Z</dcterms:modified>
</cp:coreProperties>
</file>